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7BD15AE-7AE3-4ECB-9A0A-A91FFDAEE891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